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46D09" w14:textId="77777777" w:rsidR="006E5D65" w:rsidRPr="004D6E44" w:rsidRDefault="00997F14" w:rsidP="00332778">
      <w:pPr>
        <w:pStyle w:val="Bezodstpw"/>
      </w:pPr>
      <w:r w:rsidRPr="004D6E44">
        <w:rPr>
          <w:b/>
        </w:rPr>
        <w:t xml:space="preserve">   </w:t>
      </w:r>
      <w:r w:rsidR="00CD6897" w:rsidRPr="004D6E44">
        <w:rPr>
          <w:b/>
        </w:rPr>
        <w:tab/>
      </w:r>
      <w:r w:rsidR="00CD6897" w:rsidRPr="004D6E44">
        <w:rPr>
          <w:b/>
        </w:rPr>
        <w:tab/>
      </w:r>
      <w:r w:rsidR="00CD6897" w:rsidRPr="004D6E44">
        <w:rPr>
          <w:b/>
        </w:rPr>
        <w:tab/>
      </w:r>
      <w:r w:rsidR="00CD6897" w:rsidRPr="004D6E44">
        <w:rPr>
          <w:b/>
        </w:rPr>
        <w:tab/>
      </w:r>
      <w:r w:rsidR="00CD6897" w:rsidRPr="004D6E44">
        <w:rPr>
          <w:b/>
        </w:rPr>
        <w:tab/>
      </w:r>
      <w:r w:rsidR="00CD6897" w:rsidRPr="004D6E44">
        <w:rPr>
          <w:b/>
        </w:rPr>
        <w:tab/>
      </w:r>
      <w:r w:rsidR="00D8678B" w:rsidRPr="004D6E44">
        <w:t xml:space="preserve">Załącznik nr </w:t>
      </w:r>
      <w:r w:rsidR="006F31E2" w:rsidRPr="004D6E44">
        <w:t>1.5</w:t>
      </w:r>
      <w:r w:rsidR="00D8678B" w:rsidRPr="004D6E44">
        <w:t xml:space="preserve"> do Zarządzenia</w:t>
      </w:r>
      <w:r w:rsidR="002A22BF" w:rsidRPr="004D6E44">
        <w:t xml:space="preserve"> Rektora UR </w:t>
      </w:r>
      <w:r w:rsidR="00CD6897" w:rsidRPr="004D6E44">
        <w:t xml:space="preserve"> nr </w:t>
      </w:r>
      <w:r w:rsidR="00F17567" w:rsidRPr="004D6E44">
        <w:t>12/2019</w:t>
      </w:r>
    </w:p>
    <w:p w14:paraId="24E7CECF" w14:textId="77777777" w:rsidR="0085747A" w:rsidRPr="004D6E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SYLABUS</w:t>
      </w:r>
    </w:p>
    <w:p w14:paraId="6BF5B230" w14:textId="77777777" w:rsidR="0085747A" w:rsidRPr="004D6E4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D6E44">
        <w:rPr>
          <w:rFonts w:ascii="Corbel" w:hAnsi="Corbel"/>
          <w:b/>
          <w:smallCaps/>
          <w:sz w:val="24"/>
          <w:szCs w:val="24"/>
        </w:rPr>
        <w:t xml:space="preserve"> </w:t>
      </w:r>
      <w:r w:rsidR="006445C9">
        <w:rPr>
          <w:rFonts w:ascii="Corbel" w:hAnsi="Corbel"/>
          <w:i/>
          <w:smallCaps/>
          <w:sz w:val="24"/>
          <w:szCs w:val="24"/>
        </w:rPr>
        <w:t xml:space="preserve">  </w:t>
      </w:r>
      <w:r w:rsidR="00221CA9">
        <w:rPr>
          <w:rFonts w:ascii="Corbel" w:hAnsi="Corbel"/>
          <w:i/>
          <w:smallCaps/>
          <w:sz w:val="24"/>
          <w:szCs w:val="24"/>
        </w:rPr>
        <w:t>2022/2025</w:t>
      </w:r>
      <w:r w:rsidR="0085747A" w:rsidRPr="004D6E4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BC1D738" w14:textId="77777777" w:rsidR="0085747A" w:rsidRPr="004D6E4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D6E44">
        <w:rPr>
          <w:rFonts w:ascii="Corbel" w:hAnsi="Corbel"/>
          <w:i/>
          <w:sz w:val="24"/>
          <w:szCs w:val="24"/>
        </w:rPr>
        <w:t>(skrajne daty</w:t>
      </w:r>
      <w:r w:rsidR="0085747A" w:rsidRPr="004D6E44">
        <w:rPr>
          <w:rFonts w:ascii="Corbel" w:hAnsi="Corbel"/>
          <w:sz w:val="24"/>
          <w:szCs w:val="24"/>
        </w:rPr>
        <w:t>)</w:t>
      </w:r>
    </w:p>
    <w:p w14:paraId="666A5BE1" w14:textId="77777777" w:rsidR="00445970" w:rsidRPr="006445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6445C9">
        <w:rPr>
          <w:rFonts w:ascii="Corbel" w:hAnsi="Corbel"/>
          <w:sz w:val="20"/>
          <w:szCs w:val="24"/>
        </w:rPr>
        <w:t xml:space="preserve">Rok akademicki   </w:t>
      </w:r>
      <w:r w:rsidR="00221CA9">
        <w:rPr>
          <w:rFonts w:ascii="Corbel" w:hAnsi="Corbel"/>
          <w:sz w:val="20"/>
          <w:szCs w:val="24"/>
        </w:rPr>
        <w:t>2022/2023</w:t>
      </w:r>
    </w:p>
    <w:p w14:paraId="1953AD18" w14:textId="77777777"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2429D7" w14:textId="77777777" w:rsidR="0085747A" w:rsidRPr="004D6E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D6E44">
        <w:rPr>
          <w:rFonts w:ascii="Corbel" w:hAnsi="Corbel"/>
          <w:szCs w:val="24"/>
        </w:rPr>
        <w:t xml:space="preserve">1. </w:t>
      </w:r>
      <w:r w:rsidR="0085747A" w:rsidRPr="004D6E44">
        <w:rPr>
          <w:rFonts w:ascii="Corbel" w:hAnsi="Corbel"/>
          <w:szCs w:val="24"/>
        </w:rPr>
        <w:t xml:space="preserve">Podstawowe </w:t>
      </w:r>
      <w:r w:rsidR="00445970" w:rsidRPr="004D6E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D6E44" w14:paraId="02A27227" w14:textId="77777777" w:rsidTr="00B819C8">
        <w:tc>
          <w:tcPr>
            <w:tcW w:w="2694" w:type="dxa"/>
            <w:vAlign w:val="center"/>
          </w:tcPr>
          <w:p w14:paraId="1865F8D2" w14:textId="77777777"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07505B" w14:textId="77777777" w:rsidR="0085747A" w:rsidRPr="004D6E44" w:rsidRDefault="006F6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Psychopatologia</w:t>
            </w:r>
          </w:p>
        </w:tc>
      </w:tr>
      <w:tr w:rsidR="0085747A" w:rsidRPr="004D6E44" w14:paraId="3193EAB5" w14:textId="77777777" w:rsidTr="00B819C8">
        <w:tc>
          <w:tcPr>
            <w:tcW w:w="2694" w:type="dxa"/>
            <w:vAlign w:val="center"/>
          </w:tcPr>
          <w:p w14:paraId="2D01F366" w14:textId="77777777"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E3507F" w14:textId="77777777"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D6E44" w14:paraId="4C3FE1D0" w14:textId="77777777" w:rsidTr="00B819C8">
        <w:tc>
          <w:tcPr>
            <w:tcW w:w="2694" w:type="dxa"/>
            <w:vAlign w:val="center"/>
          </w:tcPr>
          <w:p w14:paraId="12A0020A" w14:textId="4B0120ED" w:rsidR="0085747A" w:rsidRPr="004D6E44" w:rsidRDefault="00452FF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D6E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F7AFCC5" w14:textId="247E639D" w:rsidR="0085747A" w:rsidRPr="004D6E44" w:rsidRDefault="00452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D6E44" w14:paraId="03E5FAAE" w14:textId="77777777" w:rsidTr="00B819C8">
        <w:tc>
          <w:tcPr>
            <w:tcW w:w="2694" w:type="dxa"/>
            <w:vAlign w:val="center"/>
          </w:tcPr>
          <w:p w14:paraId="49C6D702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333786" w14:textId="4D6FF203" w:rsidR="0085747A" w:rsidRPr="004D6E44" w:rsidRDefault="00452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D6E44" w14:paraId="2FFD71A2" w14:textId="77777777" w:rsidTr="00B819C8">
        <w:tc>
          <w:tcPr>
            <w:tcW w:w="2694" w:type="dxa"/>
            <w:vAlign w:val="center"/>
          </w:tcPr>
          <w:p w14:paraId="28CEA760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F7D044" w14:textId="604B8016"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52FF5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4D6E44" w14:paraId="42ABC99B" w14:textId="77777777" w:rsidTr="00B819C8">
        <w:tc>
          <w:tcPr>
            <w:tcW w:w="2694" w:type="dxa"/>
            <w:vAlign w:val="center"/>
          </w:tcPr>
          <w:p w14:paraId="28FD1EC8" w14:textId="77777777" w:rsidR="0085747A" w:rsidRPr="004D6E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92AAB6" w14:textId="77777777"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4D6E44" w14:paraId="751D3B7C" w14:textId="77777777" w:rsidTr="00B819C8">
        <w:tc>
          <w:tcPr>
            <w:tcW w:w="2694" w:type="dxa"/>
            <w:vAlign w:val="center"/>
          </w:tcPr>
          <w:p w14:paraId="53620FB5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0168C5" w14:textId="77777777" w:rsidR="0085747A" w:rsidRPr="004D6E44" w:rsidRDefault="00203295" w:rsidP="002032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D6E44" w14:paraId="236D80D0" w14:textId="77777777" w:rsidTr="00B819C8">
        <w:tc>
          <w:tcPr>
            <w:tcW w:w="2694" w:type="dxa"/>
            <w:vAlign w:val="center"/>
          </w:tcPr>
          <w:p w14:paraId="7D7FEFDE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22002D" w14:textId="2580F1B9"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52FF5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4D6E44" w14:paraId="50C4F546" w14:textId="77777777" w:rsidTr="00B819C8">
        <w:tc>
          <w:tcPr>
            <w:tcW w:w="2694" w:type="dxa"/>
            <w:vAlign w:val="center"/>
          </w:tcPr>
          <w:p w14:paraId="3AF36376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D6E44">
              <w:rPr>
                <w:rFonts w:ascii="Corbel" w:hAnsi="Corbel"/>
                <w:sz w:val="24"/>
                <w:szCs w:val="24"/>
              </w:rPr>
              <w:t>/y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3B6CAD" w14:textId="77777777"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4D6E44" w14:paraId="7CD3B4BD" w14:textId="77777777" w:rsidTr="00B819C8">
        <w:tc>
          <w:tcPr>
            <w:tcW w:w="2694" w:type="dxa"/>
            <w:vAlign w:val="center"/>
          </w:tcPr>
          <w:p w14:paraId="2F0262C3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938EA3" w14:textId="77777777"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D6E44" w14:paraId="372CEFC9" w14:textId="77777777" w:rsidTr="00B819C8">
        <w:tc>
          <w:tcPr>
            <w:tcW w:w="2694" w:type="dxa"/>
            <w:vAlign w:val="center"/>
          </w:tcPr>
          <w:p w14:paraId="60C9B955" w14:textId="77777777" w:rsidR="00923D7D" w:rsidRPr="004D6E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D7E9B1" w14:textId="77777777" w:rsidR="00923D7D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D6E44" w14:paraId="56C92B84" w14:textId="77777777" w:rsidTr="00B819C8">
        <w:tc>
          <w:tcPr>
            <w:tcW w:w="2694" w:type="dxa"/>
            <w:vAlign w:val="center"/>
          </w:tcPr>
          <w:p w14:paraId="51F7CC9B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71474D" w14:textId="77777777" w:rsidR="0085747A" w:rsidRPr="004D6E44" w:rsidRDefault="00EF58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</w:p>
        </w:tc>
      </w:tr>
      <w:tr w:rsidR="0085747A" w:rsidRPr="004D6E44" w14:paraId="78FFDCD0" w14:textId="77777777" w:rsidTr="00B819C8">
        <w:tc>
          <w:tcPr>
            <w:tcW w:w="2694" w:type="dxa"/>
            <w:vAlign w:val="center"/>
          </w:tcPr>
          <w:p w14:paraId="7E9738EC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6FAB00" w14:textId="77777777"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AC71226" w14:textId="77777777" w:rsidR="0085747A" w:rsidRPr="004D6E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* </w:t>
      </w:r>
      <w:r w:rsidRPr="004D6E44">
        <w:rPr>
          <w:rFonts w:ascii="Corbel" w:hAnsi="Corbel"/>
          <w:i/>
          <w:sz w:val="24"/>
          <w:szCs w:val="24"/>
        </w:rPr>
        <w:t>-</w:t>
      </w:r>
      <w:r w:rsidR="00B90885" w:rsidRPr="004D6E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D6E44">
        <w:rPr>
          <w:rFonts w:ascii="Corbel" w:hAnsi="Corbel"/>
          <w:b w:val="0"/>
          <w:sz w:val="24"/>
          <w:szCs w:val="24"/>
        </w:rPr>
        <w:t>e,</w:t>
      </w:r>
      <w:r w:rsidRPr="004D6E44">
        <w:rPr>
          <w:rFonts w:ascii="Corbel" w:hAnsi="Corbel"/>
          <w:i/>
          <w:sz w:val="24"/>
          <w:szCs w:val="24"/>
        </w:rPr>
        <w:t xml:space="preserve"> </w:t>
      </w:r>
      <w:r w:rsidRPr="004D6E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D6E44">
        <w:rPr>
          <w:rFonts w:ascii="Corbel" w:hAnsi="Corbel"/>
          <w:b w:val="0"/>
          <w:i/>
          <w:sz w:val="24"/>
          <w:szCs w:val="24"/>
        </w:rPr>
        <w:t>w Jednostce</w:t>
      </w:r>
    </w:p>
    <w:p w14:paraId="120FF594" w14:textId="77777777"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4CE3F8" w14:textId="77777777" w:rsidR="0085747A" w:rsidRPr="004D6E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1.</w:t>
      </w:r>
      <w:r w:rsidR="00E22FBC" w:rsidRPr="004D6E44">
        <w:rPr>
          <w:rFonts w:ascii="Corbel" w:hAnsi="Corbel"/>
          <w:sz w:val="24"/>
          <w:szCs w:val="24"/>
        </w:rPr>
        <w:t>1</w:t>
      </w:r>
      <w:r w:rsidRPr="004D6E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D25338" w14:textId="77777777"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D6E44" w14:paraId="1B1E2A8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790A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Semestr</w:t>
            </w:r>
          </w:p>
          <w:p w14:paraId="42634B7A" w14:textId="77777777" w:rsidR="00015B8F" w:rsidRPr="004D6E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(</w:t>
            </w:r>
            <w:r w:rsidR="00363F78" w:rsidRPr="004D6E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4ECD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Wykł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F340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AC3EE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Konw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47AC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4C86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Sem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B5FA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170D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Prakt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C48C1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FF7B1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6E44">
              <w:rPr>
                <w:rFonts w:ascii="Corbel" w:hAnsi="Corbel"/>
                <w:b/>
                <w:szCs w:val="24"/>
              </w:rPr>
              <w:t>Liczba pkt</w:t>
            </w:r>
            <w:r w:rsidR="00B90885" w:rsidRPr="004D6E44">
              <w:rPr>
                <w:rFonts w:ascii="Corbel" w:hAnsi="Corbel"/>
                <w:b/>
                <w:szCs w:val="24"/>
              </w:rPr>
              <w:t>.</w:t>
            </w:r>
            <w:r w:rsidRPr="004D6E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D6E44" w14:paraId="0D74375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4B3C" w14:textId="77777777" w:rsidR="00015B8F" w:rsidRPr="004D6E44" w:rsidRDefault="006F60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3BBA" w14:textId="77777777" w:rsidR="00015B8F" w:rsidRPr="004D6E44" w:rsidRDefault="00221C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1D06" w14:textId="77777777" w:rsidR="00015B8F" w:rsidRPr="004D6E44" w:rsidRDefault="00221C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297A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ECF0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6ED5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AB55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CBEF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6F23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46FE" w14:textId="77777777" w:rsidR="00015B8F" w:rsidRPr="004D6E44" w:rsidRDefault="00752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4D6E44" w14:paraId="1ADB0CE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FABA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796D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2BDA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418F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CBFC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75DD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67AB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D06E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E679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99FB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08B924C" w14:textId="77777777" w:rsidR="00923D7D" w:rsidRPr="004D6E4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786245" w14:textId="77777777" w:rsidR="00923D7D" w:rsidRPr="004D6E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5EEA26" w14:textId="77777777" w:rsidR="0085747A" w:rsidRPr="004D6E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1.</w:t>
      </w:r>
      <w:r w:rsidR="00E22FBC" w:rsidRPr="004D6E44">
        <w:rPr>
          <w:rFonts w:ascii="Corbel" w:hAnsi="Corbel"/>
          <w:smallCaps w:val="0"/>
          <w:szCs w:val="24"/>
        </w:rPr>
        <w:t>2</w:t>
      </w:r>
      <w:r w:rsidR="00F83B28" w:rsidRPr="004D6E44">
        <w:rPr>
          <w:rFonts w:ascii="Corbel" w:hAnsi="Corbel"/>
          <w:smallCaps w:val="0"/>
          <w:szCs w:val="24"/>
        </w:rPr>
        <w:t>.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 xml:space="preserve">Sposób realizacji zajęć  </w:t>
      </w:r>
    </w:p>
    <w:p w14:paraId="1249A207" w14:textId="77777777"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  <w:r w:rsidRPr="00203295">
        <w:rPr>
          <w:rFonts w:ascii="Corbel" w:hAnsi="Corbel"/>
          <w:smallCaps w:val="0"/>
          <w:szCs w:val="24"/>
          <w:u w:val="single"/>
        </w:rPr>
        <w:t>zajęcia w formie tradycyjnej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14:paraId="2DD9A170" w14:textId="77777777"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1316B0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5A1EFA" w14:textId="5EC61315" w:rsidR="00E22FBC" w:rsidRPr="004D6E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1.3 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>For</w:t>
      </w:r>
      <w:r w:rsidR="00445970" w:rsidRPr="004D6E44">
        <w:rPr>
          <w:rFonts w:ascii="Corbel" w:hAnsi="Corbel"/>
          <w:smallCaps w:val="0"/>
          <w:szCs w:val="24"/>
        </w:rPr>
        <w:t xml:space="preserve">ma zaliczenia przedmiotu </w:t>
      </w:r>
      <w:r w:rsidRPr="004D6E44">
        <w:rPr>
          <w:rFonts w:ascii="Corbel" w:hAnsi="Corbel"/>
          <w:smallCaps w:val="0"/>
          <w:szCs w:val="24"/>
        </w:rPr>
        <w:t xml:space="preserve"> (z toku) </w:t>
      </w:r>
    </w:p>
    <w:p w14:paraId="306329C6" w14:textId="77777777" w:rsidR="009C54AE" w:rsidRPr="004D6E44" w:rsidRDefault="00221C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14:paraId="6746594F" w14:textId="77777777" w:rsidR="00E960BB" w:rsidRPr="004D6E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DD1760" w14:textId="77777777" w:rsidR="00E960BB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14:paraId="19E13A35" w14:textId="77777777" w:rsidTr="00745302">
        <w:tc>
          <w:tcPr>
            <w:tcW w:w="9670" w:type="dxa"/>
          </w:tcPr>
          <w:p w14:paraId="0CD67207" w14:textId="77777777" w:rsidR="0085747A" w:rsidRPr="004D6E44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</w:t>
            </w:r>
            <w:r w:rsidR="006F6046"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człowieka, w zakresie przewidzianym programem studiów.</w:t>
            </w:r>
          </w:p>
        </w:tc>
      </w:tr>
    </w:tbl>
    <w:p w14:paraId="7082B78D" w14:textId="77777777" w:rsidR="00153C41" w:rsidRPr="004D6E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C8942E" w14:textId="77777777" w:rsidR="0085747A" w:rsidRPr="004D6E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lastRenderedPageBreak/>
        <w:t>3.</w:t>
      </w:r>
      <w:r w:rsidR="0085747A" w:rsidRPr="004D6E44">
        <w:rPr>
          <w:rFonts w:ascii="Corbel" w:hAnsi="Corbel"/>
          <w:szCs w:val="24"/>
        </w:rPr>
        <w:t xml:space="preserve"> </w:t>
      </w:r>
      <w:r w:rsidR="00A84C85" w:rsidRPr="004D6E44">
        <w:rPr>
          <w:rFonts w:ascii="Corbel" w:hAnsi="Corbel"/>
          <w:szCs w:val="24"/>
        </w:rPr>
        <w:t>cele, efekty uczenia się</w:t>
      </w:r>
      <w:r w:rsidR="0085747A" w:rsidRPr="004D6E44">
        <w:rPr>
          <w:rFonts w:ascii="Corbel" w:hAnsi="Corbel"/>
          <w:szCs w:val="24"/>
        </w:rPr>
        <w:t xml:space="preserve"> , treści Programowe i stosowane metody Dydaktyczne</w:t>
      </w:r>
    </w:p>
    <w:p w14:paraId="66E9A191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E8375B" w14:textId="77777777" w:rsidR="0085747A" w:rsidRPr="004D6E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3.1 </w:t>
      </w:r>
      <w:r w:rsidR="00C05F44" w:rsidRPr="004D6E44">
        <w:rPr>
          <w:rFonts w:ascii="Corbel" w:hAnsi="Corbel"/>
          <w:sz w:val="24"/>
          <w:szCs w:val="24"/>
        </w:rPr>
        <w:t>Cele przedmiotu</w:t>
      </w:r>
    </w:p>
    <w:p w14:paraId="06A06552" w14:textId="77777777" w:rsidR="00F83B28" w:rsidRPr="004D6E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D6E44" w14:paraId="3D9F90CF" w14:textId="77777777" w:rsidTr="00923D7D">
        <w:tc>
          <w:tcPr>
            <w:tcW w:w="851" w:type="dxa"/>
            <w:vAlign w:val="center"/>
          </w:tcPr>
          <w:p w14:paraId="525BA44C" w14:textId="77777777" w:rsidR="0085747A" w:rsidRPr="004D6E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BAE994" w14:textId="77777777"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problematyki zaburzeń funkcjonowania człowieka, ich przyczyn, objawach, oraz mechanizmach przebiegu różnych form patologii psychicznej.</w:t>
            </w:r>
          </w:p>
        </w:tc>
      </w:tr>
      <w:tr w:rsidR="0085747A" w:rsidRPr="004D6E44" w14:paraId="094D7768" w14:textId="77777777" w:rsidTr="00923D7D">
        <w:tc>
          <w:tcPr>
            <w:tcW w:w="851" w:type="dxa"/>
            <w:vAlign w:val="center"/>
          </w:tcPr>
          <w:p w14:paraId="2D8317F6" w14:textId="77777777" w:rsidR="0085747A" w:rsidRPr="004D6E44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3B0C24" w14:textId="77777777"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Uzyskanie przez studentów  kompetencji w zakresie samodzielnego rozpoznawania i różnicowania zachowań patologicznych od normatywnych, bądź jedynie niepowszechnych, tak by w przyszłej aktywności zawodowej mogli jak najwcześniej uruchamiać  procesy postępowania profilaktycznego czy korekcyjnego.</w:t>
            </w:r>
          </w:p>
        </w:tc>
      </w:tr>
    </w:tbl>
    <w:p w14:paraId="7BEA785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179E35" w14:textId="77777777" w:rsidR="00221CA9" w:rsidRPr="004D6E44" w:rsidRDefault="00221CA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1D5A27" w14:textId="77777777" w:rsidR="001D7B54" w:rsidRPr="004D6E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3.2 </w:t>
      </w:r>
      <w:r w:rsidR="001D7B54" w:rsidRPr="004D6E44">
        <w:rPr>
          <w:rFonts w:ascii="Corbel" w:hAnsi="Corbel"/>
          <w:b/>
          <w:sz w:val="24"/>
          <w:szCs w:val="24"/>
        </w:rPr>
        <w:t xml:space="preserve">Efekty </w:t>
      </w:r>
      <w:r w:rsidR="00C05F44" w:rsidRPr="004D6E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D6E44">
        <w:rPr>
          <w:rFonts w:ascii="Corbel" w:hAnsi="Corbel"/>
          <w:b/>
          <w:sz w:val="24"/>
          <w:szCs w:val="24"/>
        </w:rPr>
        <w:t>dla przedmiotu</w:t>
      </w:r>
      <w:r w:rsidR="00445970" w:rsidRPr="004D6E44">
        <w:rPr>
          <w:rFonts w:ascii="Corbel" w:hAnsi="Corbel"/>
          <w:sz w:val="24"/>
          <w:szCs w:val="24"/>
        </w:rPr>
        <w:t xml:space="preserve"> </w:t>
      </w:r>
    </w:p>
    <w:p w14:paraId="07187099" w14:textId="77777777" w:rsidR="001D7B54" w:rsidRPr="004D6E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D6E44" w14:paraId="46481852" w14:textId="77777777" w:rsidTr="0071620A">
        <w:tc>
          <w:tcPr>
            <w:tcW w:w="1701" w:type="dxa"/>
            <w:vAlign w:val="center"/>
          </w:tcPr>
          <w:p w14:paraId="4FA45CAC" w14:textId="77777777" w:rsidR="0085747A" w:rsidRPr="004D6E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D6E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D6F467" w14:textId="77777777" w:rsidR="00452FF5" w:rsidRDefault="0085747A" w:rsidP="00452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F840A13" w14:textId="015D394E" w:rsidR="0085747A" w:rsidRPr="004D6E44" w:rsidRDefault="00452FF5" w:rsidP="00452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378361B4" w14:textId="77777777" w:rsidR="0085747A" w:rsidRPr="004D6E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D6E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D6E44" w14:paraId="772DDADF" w14:textId="77777777" w:rsidTr="005E6E85">
        <w:tc>
          <w:tcPr>
            <w:tcW w:w="1701" w:type="dxa"/>
          </w:tcPr>
          <w:p w14:paraId="56D9EB23" w14:textId="77777777"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11E8665" w14:textId="7AF78049" w:rsidR="0085747A" w:rsidRPr="004D6E44" w:rsidRDefault="00452F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identyfikuje i odróżni na podstawie odpowiednio dobranych kryteriów normę od patologii.</w:t>
            </w:r>
          </w:p>
        </w:tc>
        <w:tc>
          <w:tcPr>
            <w:tcW w:w="1873" w:type="dxa"/>
          </w:tcPr>
          <w:p w14:paraId="0B167AA8" w14:textId="77777777" w:rsidR="0085747A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86C27B7" w14:textId="297C5147" w:rsidR="009F0922" w:rsidRPr="004D6E44" w:rsidRDefault="009F0922" w:rsidP="009F09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3C9505" w14:textId="02793C13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D6E44" w14:paraId="5DED0AAC" w14:textId="77777777" w:rsidTr="005E6E85">
        <w:tc>
          <w:tcPr>
            <w:tcW w:w="1701" w:type="dxa"/>
          </w:tcPr>
          <w:p w14:paraId="35329918" w14:textId="77777777"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127FFC3" w14:textId="3FFEC982" w:rsidR="0085747A" w:rsidRPr="004D6E44" w:rsidRDefault="00452F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charakteryzuje  zasadnicze objawy zaburzeń czynności poznawczych, afektywnych i zaburzeń osobowościowych.</w:t>
            </w:r>
          </w:p>
        </w:tc>
        <w:tc>
          <w:tcPr>
            <w:tcW w:w="1873" w:type="dxa"/>
          </w:tcPr>
          <w:p w14:paraId="268BD813" w14:textId="77777777"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4D6E44" w14:paraId="60BB52B1" w14:textId="77777777" w:rsidTr="005E6E85">
        <w:tc>
          <w:tcPr>
            <w:tcW w:w="1701" w:type="dxa"/>
          </w:tcPr>
          <w:p w14:paraId="69BF440B" w14:textId="77777777" w:rsidR="0085747A" w:rsidRPr="004D6E44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9A258D9" w14:textId="2121E855" w:rsidR="0085747A" w:rsidRPr="004D6E44" w:rsidRDefault="00452F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okona wstępnego rozpoznania diagnostycznego wybranych zaburzeń wieku rozwojowego.</w:t>
            </w:r>
          </w:p>
        </w:tc>
        <w:tc>
          <w:tcPr>
            <w:tcW w:w="1873" w:type="dxa"/>
          </w:tcPr>
          <w:p w14:paraId="14376A88" w14:textId="77777777" w:rsidR="0085747A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D7C32F2" w14:textId="2146E7F0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F4E" w:rsidRPr="004D6E44" w14:paraId="0D8470A6" w14:textId="77777777" w:rsidTr="005E6E85">
        <w:tc>
          <w:tcPr>
            <w:tcW w:w="1701" w:type="dxa"/>
          </w:tcPr>
          <w:p w14:paraId="0D6035E8" w14:textId="77777777"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F00C472" w14:textId="6D9A1F84" w:rsidR="003C1F4E" w:rsidRPr="004D6E44" w:rsidRDefault="00452F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ozróżni zachowania normatywne od patologicznych w zakresie odżywiania, wydalania oraz zachowań seksualnych.</w:t>
            </w:r>
          </w:p>
        </w:tc>
        <w:tc>
          <w:tcPr>
            <w:tcW w:w="1873" w:type="dxa"/>
          </w:tcPr>
          <w:p w14:paraId="1B7D27FA" w14:textId="77777777" w:rsidR="003C1F4E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3EF4706" w14:textId="383C9F2E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F4E" w:rsidRPr="004D6E44" w14:paraId="27CC553D" w14:textId="77777777" w:rsidTr="005E6E85">
        <w:tc>
          <w:tcPr>
            <w:tcW w:w="1701" w:type="dxa"/>
          </w:tcPr>
          <w:p w14:paraId="2CE23E03" w14:textId="77777777"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E71CB48" w14:textId="306BC64F" w:rsidR="003C1F4E" w:rsidRPr="004D6E44" w:rsidRDefault="00452F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zasadni konieczność bądź nie, interwencji wobec osoby ujawniającej określone przejawy i cechy zachowań -  adekwatnie do poziomu swojej wiedzy i kompetencji.</w:t>
            </w:r>
          </w:p>
        </w:tc>
        <w:tc>
          <w:tcPr>
            <w:tcW w:w="1873" w:type="dxa"/>
          </w:tcPr>
          <w:p w14:paraId="6E909352" w14:textId="77777777" w:rsidR="003C1F4E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CF255A4" w14:textId="08B37C02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F4E" w:rsidRPr="004D6E44" w14:paraId="61417490" w14:textId="77777777" w:rsidTr="005E6E85">
        <w:tc>
          <w:tcPr>
            <w:tcW w:w="1701" w:type="dxa"/>
          </w:tcPr>
          <w:p w14:paraId="64EEC4EC" w14:textId="77777777"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370581AE" w14:textId="68EC5C8A" w:rsidR="003C1F4E" w:rsidRPr="004D6E44" w:rsidRDefault="00452F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pisze i scharakteryzuje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w języku psychopatologii określone przejawy zachowań zaburzonych.</w:t>
            </w:r>
          </w:p>
        </w:tc>
        <w:tc>
          <w:tcPr>
            <w:tcW w:w="1873" w:type="dxa"/>
          </w:tcPr>
          <w:p w14:paraId="694CB1EC" w14:textId="77777777" w:rsidR="003C1F4E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006C994B" w14:textId="68A91976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F6046" w:rsidRPr="004D6E44" w14:paraId="298D3B66" w14:textId="77777777" w:rsidTr="005E6E85">
        <w:tc>
          <w:tcPr>
            <w:tcW w:w="1701" w:type="dxa"/>
          </w:tcPr>
          <w:p w14:paraId="2721997F" w14:textId="77777777" w:rsidR="006F6046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F0A72A1" w14:textId="3CD668B0" w:rsidR="006F6046" w:rsidRPr="004D6E44" w:rsidRDefault="00452F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ykaże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się szacunkiem i pełnią akceptacji do jednostki, pomimo jej zachowań o cechach i przejawach patologicznych.</w:t>
            </w:r>
          </w:p>
        </w:tc>
        <w:tc>
          <w:tcPr>
            <w:tcW w:w="1873" w:type="dxa"/>
          </w:tcPr>
          <w:p w14:paraId="5EDC6DFE" w14:textId="77777777" w:rsidR="006F6046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1718B2BA" w14:textId="3A42C1AC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2C89E1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B23DB4" w14:textId="77777777" w:rsidR="0085747A" w:rsidRPr="004D6E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>3.3</w:t>
      </w:r>
      <w:r w:rsidR="001D7B54" w:rsidRPr="004D6E44">
        <w:rPr>
          <w:rFonts w:ascii="Corbel" w:hAnsi="Corbel"/>
          <w:b/>
          <w:sz w:val="24"/>
          <w:szCs w:val="24"/>
        </w:rPr>
        <w:t xml:space="preserve"> </w:t>
      </w:r>
      <w:r w:rsidR="0085747A" w:rsidRPr="004D6E44">
        <w:rPr>
          <w:rFonts w:ascii="Corbel" w:hAnsi="Corbel"/>
          <w:b/>
          <w:sz w:val="24"/>
          <w:szCs w:val="24"/>
        </w:rPr>
        <w:t>T</w:t>
      </w:r>
      <w:r w:rsidR="001D7B54" w:rsidRPr="004D6E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D6E44">
        <w:rPr>
          <w:rFonts w:ascii="Corbel" w:hAnsi="Corbel"/>
          <w:sz w:val="24"/>
          <w:szCs w:val="24"/>
        </w:rPr>
        <w:t xml:space="preserve">  </w:t>
      </w:r>
    </w:p>
    <w:p w14:paraId="15F5E860" w14:textId="77777777" w:rsidR="0085747A" w:rsidRPr="004D6E4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Problematyka wykładu </w:t>
      </w:r>
    </w:p>
    <w:p w14:paraId="15E07761" w14:textId="77777777" w:rsidR="00675843" w:rsidRPr="004D6E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4D6E44" w14:paraId="2FAB3B05" w14:textId="77777777" w:rsidTr="00D25058">
        <w:tc>
          <w:tcPr>
            <w:tcW w:w="9639" w:type="dxa"/>
          </w:tcPr>
          <w:p w14:paraId="5F50892C" w14:textId="77777777" w:rsidR="0085747A" w:rsidRPr="004D6E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D6E44" w14:paraId="5090896B" w14:textId="77777777" w:rsidTr="00D25058">
        <w:tc>
          <w:tcPr>
            <w:tcW w:w="9639" w:type="dxa"/>
          </w:tcPr>
          <w:p w14:paraId="57040715" w14:textId="77777777" w:rsidR="0085747A" w:rsidRPr="004D6E44" w:rsidRDefault="00B83D0F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  Psychopatologia – prezentacja dyscypliny – rys historyczny.</w:t>
            </w:r>
          </w:p>
        </w:tc>
      </w:tr>
      <w:tr w:rsidR="0085747A" w:rsidRPr="004D6E44" w14:paraId="6D3A129F" w14:textId="77777777" w:rsidTr="00D25058">
        <w:tc>
          <w:tcPr>
            <w:tcW w:w="9639" w:type="dxa"/>
          </w:tcPr>
          <w:p w14:paraId="53F4B113" w14:textId="77777777" w:rsidR="0085747A" w:rsidRPr="004D6E44" w:rsidRDefault="00B83D0F" w:rsidP="00B83D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Objawy zaburzeń psychicznych. Zaburzenia czynności poznawczych,  emocjonalnych i                           motywacyjnych. Zaburzenia osobowości.</w:t>
            </w:r>
          </w:p>
        </w:tc>
      </w:tr>
      <w:tr w:rsidR="0085747A" w:rsidRPr="004D6E44" w14:paraId="7C3FDBA6" w14:textId="77777777" w:rsidTr="00D25058">
        <w:tc>
          <w:tcPr>
            <w:tcW w:w="9639" w:type="dxa"/>
          </w:tcPr>
          <w:p w14:paraId="67E94D1A" w14:textId="6B020DD3" w:rsidR="0085747A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Zespoły psycho</w:t>
            </w:r>
            <w:r w:rsidR="004F5605">
              <w:rPr>
                <w:rFonts w:ascii="Corbel" w:hAnsi="Corbel"/>
                <w:sz w:val="24"/>
                <w:szCs w:val="24"/>
              </w:rPr>
              <w:t>patologiczne</w:t>
            </w:r>
            <w:r w:rsidRPr="004D6E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3D0F" w:rsidRPr="004D6E44" w14:paraId="2C345FBC" w14:textId="77777777" w:rsidTr="00D25058">
        <w:tc>
          <w:tcPr>
            <w:tcW w:w="9639" w:type="dxa"/>
          </w:tcPr>
          <w:p w14:paraId="38DA5D26" w14:textId="77777777"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Wybrane zagadnienia psychopatologii wieku rozwojowego – rozległe zaburzenia rozwoju i zaburzenia specyficzne.</w:t>
            </w:r>
          </w:p>
        </w:tc>
      </w:tr>
      <w:tr w:rsidR="00B83D0F" w:rsidRPr="004D6E44" w14:paraId="4E390B3E" w14:textId="77777777" w:rsidTr="00D25058">
        <w:tc>
          <w:tcPr>
            <w:tcW w:w="9639" w:type="dxa"/>
          </w:tcPr>
          <w:p w14:paraId="70497C78" w14:textId="77777777"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Charakterystyka zaburzeń w odżywianiu się i kontroli wydalania. Zaburzenia psychoseksualne.</w:t>
            </w:r>
          </w:p>
        </w:tc>
      </w:tr>
      <w:tr w:rsidR="00B83D0F" w:rsidRPr="004D6E44" w14:paraId="793B2EE2" w14:textId="77777777" w:rsidTr="00D25058">
        <w:tc>
          <w:tcPr>
            <w:tcW w:w="9639" w:type="dxa"/>
          </w:tcPr>
          <w:p w14:paraId="7D7128E7" w14:textId="77777777"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Zaburzenia nerwicowe i psychopatyczne u dzieci i młodzieży.</w:t>
            </w:r>
          </w:p>
        </w:tc>
      </w:tr>
    </w:tbl>
    <w:p w14:paraId="6E8295CD" w14:textId="77777777"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B9C380" w14:textId="77777777" w:rsidR="0085747A" w:rsidRPr="004D6E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D6E44">
        <w:rPr>
          <w:rFonts w:ascii="Corbel" w:hAnsi="Corbel"/>
          <w:sz w:val="24"/>
          <w:szCs w:val="24"/>
        </w:rPr>
        <w:t xml:space="preserve">, </w:t>
      </w:r>
      <w:r w:rsidRPr="004D6E44">
        <w:rPr>
          <w:rFonts w:ascii="Corbel" w:hAnsi="Corbel"/>
          <w:sz w:val="24"/>
          <w:szCs w:val="24"/>
        </w:rPr>
        <w:t xml:space="preserve">zajęć praktycznych </w:t>
      </w:r>
    </w:p>
    <w:p w14:paraId="4B8DB9E0" w14:textId="77777777" w:rsidR="0085747A" w:rsidRPr="004D6E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D6E44" w14:paraId="597E51DA" w14:textId="77777777" w:rsidTr="00221CA9">
        <w:tc>
          <w:tcPr>
            <w:tcW w:w="9639" w:type="dxa"/>
            <w:tcBorders>
              <w:bottom w:val="single" w:sz="4" w:space="0" w:color="auto"/>
            </w:tcBorders>
          </w:tcPr>
          <w:p w14:paraId="17209EF1" w14:textId="77777777" w:rsidR="0085747A" w:rsidRPr="004D6E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5C9" w:rsidRPr="004D6E44" w14:paraId="303F013B" w14:textId="77777777" w:rsidTr="00923D7D">
        <w:tc>
          <w:tcPr>
            <w:tcW w:w="9639" w:type="dxa"/>
          </w:tcPr>
          <w:p w14:paraId="5E16EAEA" w14:textId="77777777" w:rsidR="006445C9" w:rsidRPr="006445C9" w:rsidRDefault="00221CA9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 xml:space="preserve">Psychopatologia zmagania się ze stresem: (kryzys, zespoły reaktywne traumatyczne i </w:t>
            </w:r>
            <w:proofErr w:type="spellStart"/>
            <w:r w:rsidRPr="00221CA9">
              <w:rPr>
                <w:rFonts w:ascii="Corbel" w:hAnsi="Corbel"/>
                <w:sz w:val="24"/>
                <w:szCs w:val="24"/>
              </w:rPr>
              <w:t>posttraumatyczne</w:t>
            </w:r>
            <w:proofErr w:type="spellEnd"/>
            <w:r w:rsidRPr="00221CA9">
              <w:rPr>
                <w:rFonts w:ascii="Corbel" w:hAnsi="Corbel"/>
                <w:sz w:val="24"/>
                <w:szCs w:val="24"/>
              </w:rPr>
              <w:t xml:space="preserve">, zaburzenia psychosomatyczne, mechanizmy obronne, wypalenie, uzależnienia, psychologia </w:t>
            </w:r>
            <w:proofErr w:type="spellStart"/>
            <w:r w:rsidRPr="00221CA9">
              <w:rPr>
                <w:rFonts w:ascii="Corbel" w:hAnsi="Corbel"/>
                <w:sz w:val="24"/>
                <w:szCs w:val="24"/>
              </w:rPr>
              <w:t>sui</w:t>
            </w:r>
            <w:r>
              <w:rPr>
                <w:rFonts w:ascii="Corbel" w:hAnsi="Corbel"/>
                <w:sz w:val="24"/>
                <w:szCs w:val="24"/>
              </w:rPr>
              <w:t>cydalna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zaburzenia jedzenia).</w:t>
            </w:r>
          </w:p>
        </w:tc>
      </w:tr>
      <w:tr w:rsidR="00221CA9" w:rsidRPr="004D6E44" w14:paraId="49D03A83" w14:textId="77777777" w:rsidTr="00923D7D">
        <w:tc>
          <w:tcPr>
            <w:tcW w:w="9639" w:type="dxa"/>
          </w:tcPr>
          <w:p w14:paraId="7C1EEF53" w14:textId="0D4A195B" w:rsidR="00221CA9" w:rsidRPr="00221CA9" w:rsidRDefault="003516C4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Psychologiczna problematyka zaburzeń osobowości: (Klasyfikacja historyczna B. Zawadzkiego, Klasyfikacj</w:t>
            </w:r>
            <w:r w:rsidR="007C05DB">
              <w:rPr>
                <w:rFonts w:ascii="Corbel" w:hAnsi="Corbel"/>
                <w:sz w:val="24"/>
                <w:szCs w:val="24"/>
              </w:rPr>
              <w:t>a</w:t>
            </w:r>
            <w:r w:rsidRPr="00221CA9">
              <w:rPr>
                <w:rFonts w:ascii="Corbel" w:hAnsi="Corbel"/>
                <w:sz w:val="24"/>
                <w:szCs w:val="24"/>
              </w:rPr>
              <w:t xml:space="preserve"> DSM </w:t>
            </w:r>
            <w:r w:rsidR="007C05DB">
              <w:rPr>
                <w:rFonts w:ascii="Corbel" w:hAnsi="Corbel"/>
                <w:sz w:val="24"/>
                <w:szCs w:val="24"/>
              </w:rPr>
              <w:t>-5</w:t>
            </w:r>
            <w:r w:rsidRPr="00221CA9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Socjopatie.</w:t>
            </w:r>
          </w:p>
        </w:tc>
      </w:tr>
      <w:tr w:rsidR="00221CA9" w:rsidRPr="004D6E44" w14:paraId="3F86AF19" w14:textId="77777777" w:rsidTr="00923D7D">
        <w:tc>
          <w:tcPr>
            <w:tcW w:w="9639" w:type="dxa"/>
          </w:tcPr>
          <w:p w14:paraId="54619B11" w14:textId="77777777" w:rsidR="00221CA9" w:rsidRPr="00221CA9" w:rsidRDefault="003516C4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Problematyka zaburzeń seksualnych: dysfunkcje seksualne, parafilie, zaburzenia tożsamoś</w:t>
            </w:r>
            <w:r>
              <w:rPr>
                <w:rFonts w:ascii="Corbel" w:hAnsi="Corbel"/>
                <w:sz w:val="24"/>
                <w:szCs w:val="24"/>
              </w:rPr>
              <w:t xml:space="preserve">ci płciowej. </w:t>
            </w:r>
          </w:p>
        </w:tc>
      </w:tr>
      <w:tr w:rsidR="00221CA9" w:rsidRPr="004D6E44" w14:paraId="447DF3A7" w14:textId="77777777" w:rsidTr="00923D7D">
        <w:tc>
          <w:tcPr>
            <w:tcW w:w="9639" w:type="dxa"/>
          </w:tcPr>
          <w:p w14:paraId="2CF81658" w14:textId="265AC91A" w:rsidR="00221CA9" w:rsidRPr="00221CA9" w:rsidRDefault="003516C4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Psychologiczne mechanizmy w zaburzeniach nerwicowych.  Zaburzenia lękowe. Problematyka lęku i zaburzeń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fobijnych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21CA9" w:rsidRPr="004D6E44" w14:paraId="27003CD1" w14:textId="77777777" w:rsidTr="00923D7D">
        <w:tc>
          <w:tcPr>
            <w:tcW w:w="9639" w:type="dxa"/>
          </w:tcPr>
          <w:p w14:paraId="2EF924A9" w14:textId="5970EB68" w:rsidR="00221CA9" w:rsidRPr="00221CA9" w:rsidRDefault="003516C4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 xml:space="preserve">Psychologiczne mechanizmy w zaburzeniach psychotycznych. Zaburzenia depresyjne: zaburzenia afektywne jednobiegunowe i dwubiegunowe. </w:t>
            </w:r>
            <w:r w:rsidR="007C05DB">
              <w:rPr>
                <w:rFonts w:ascii="Corbel" w:hAnsi="Corbel"/>
                <w:sz w:val="24"/>
                <w:szCs w:val="24"/>
              </w:rPr>
              <w:t>Schizofrenia i inne psychozy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F29D419" w14:textId="77777777" w:rsidR="006445C9" w:rsidRDefault="006445C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2BAA970" w14:textId="77777777" w:rsidR="0085747A" w:rsidRPr="004D6E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3.4 Metody dydaktyczne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14:paraId="1E02E5D0" w14:textId="77777777" w:rsidR="009E3C6A" w:rsidRPr="004D6E44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03711E9" w14:textId="77777777" w:rsidR="009E3C6A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14:paraId="0BB6FE13" w14:textId="77777777" w:rsidR="003516C4" w:rsidRPr="004D6E44" w:rsidRDefault="003516C4" w:rsidP="009E3C6A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praca w grupach, burza mózgów, pogadanka, praca projektowa</w:t>
      </w:r>
    </w:p>
    <w:p w14:paraId="063DDE12" w14:textId="77777777" w:rsidR="00E960BB" w:rsidRPr="004D6E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7D10BD" w14:textId="77777777" w:rsidR="0085747A" w:rsidRPr="004D6E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 </w:t>
      </w:r>
      <w:r w:rsidR="0085747A" w:rsidRPr="004D6E44">
        <w:rPr>
          <w:rFonts w:ascii="Corbel" w:hAnsi="Corbel"/>
          <w:smallCaps w:val="0"/>
          <w:szCs w:val="24"/>
        </w:rPr>
        <w:t>METODY I KRYTERIA OCENY</w:t>
      </w:r>
      <w:r w:rsidR="009F4610" w:rsidRPr="004D6E44">
        <w:rPr>
          <w:rFonts w:ascii="Corbel" w:hAnsi="Corbel"/>
          <w:smallCaps w:val="0"/>
          <w:szCs w:val="24"/>
        </w:rPr>
        <w:t xml:space="preserve"> </w:t>
      </w:r>
    </w:p>
    <w:p w14:paraId="6EF7DEFA" w14:textId="77777777" w:rsidR="00923D7D" w:rsidRPr="004D6E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31FF21" w14:textId="77777777" w:rsidR="0085747A" w:rsidRPr="004D6E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D6E44">
        <w:rPr>
          <w:rFonts w:ascii="Corbel" w:hAnsi="Corbel"/>
          <w:smallCaps w:val="0"/>
          <w:szCs w:val="24"/>
        </w:rPr>
        <w:t>uczenia się</w:t>
      </w:r>
    </w:p>
    <w:p w14:paraId="37155474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03295" w:rsidRPr="009C54AE" w14:paraId="3E92E495" w14:textId="77777777" w:rsidTr="00D569A9">
        <w:tc>
          <w:tcPr>
            <w:tcW w:w="1985" w:type="dxa"/>
            <w:vAlign w:val="center"/>
          </w:tcPr>
          <w:p w14:paraId="4855BA36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D57BD1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FBBE5D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C2F3E4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134034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3295" w:rsidRPr="009C54AE" w14:paraId="3FE699A1" w14:textId="77777777" w:rsidTr="00D569A9">
        <w:tc>
          <w:tcPr>
            <w:tcW w:w="1985" w:type="dxa"/>
          </w:tcPr>
          <w:p w14:paraId="2457EBDE" w14:textId="77777777"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C005EEA" w14:textId="77777777" w:rsidR="00203295" w:rsidRPr="00C542A5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kolokwium, </w:t>
            </w:r>
            <w:r w:rsidR="0020329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5462ADA" w14:textId="77777777"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3516C4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3516C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32B39A6F" w14:textId="77777777" w:rsidTr="00D569A9">
        <w:tc>
          <w:tcPr>
            <w:tcW w:w="1985" w:type="dxa"/>
          </w:tcPr>
          <w:p w14:paraId="0CA08451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500CE34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0AF34BE7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73568F99" w14:textId="77777777" w:rsidTr="00D569A9">
        <w:tc>
          <w:tcPr>
            <w:tcW w:w="1985" w:type="dxa"/>
          </w:tcPr>
          <w:p w14:paraId="2F387309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A1EA87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15AEF0BF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018B1502" w14:textId="77777777" w:rsidTr="00D569A9">
        <w:tc>
          <w:tcPr>
            <w:tcW w:w="1985" w:type="dxa"/>
          </w:tcPr>
          <w:p w14:paraId="5ACFD3F8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203C6CE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15EEB464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745C9DFE" w14:textId="77777777" w:rsidTr="00D569A9">
        <w:tc>
          <w:tcPr>
            <w:tcW w:w="1985" w:type="dxa"/>
          </w:tcPr>
          <w:p w14:paraId="4FB19570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ABECDDE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34EC9D55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4D08CC78" w14:textId="77777777" w:rsidTr="00D569A9">
        <w:tc>
          <w:tcPr>
            <w:tcW w:w="1985" w:type="dxa"/>
          </w:tcPr>
          <w:p w14:paraId="20260A7E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E6D48EE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7193C566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6D5090E3" w14:textId="77777777" w:rsidTr="00D569A9">
        <w:tc>
          <w:tcPr>
            <w:tcW w:w="1985" w:type="dxa"/>
          </w:tcPr>
          <w:p w14:paraId="6598FF84" w14:textId="77777777" w:rsidR="003516C4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98F68AF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4DAFD378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6D33CB1" w14:textId="77777777" w:rsidR="00923D7D" w:rsidRPr="004D6E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C1F41" w14:textId="77777777" w:rsidR="0085747A" w:rsidRPr="004D6E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4.2 </w:t>
      </w:r>
      <w:r w:rsidR="0085747A" w:rsidRPr="004D6E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D6E44">
        <w:rPr>
          <w:rFonts w:ascii="Corbel" w:hAnsi="Corbel"/>
          <w:smallCaps w:val="0"/>
          <w:szCs w:val="24"/>
        </w:rPr>
        <w:t xml:space="preserve"> </w:t>
      </w:r>
    </w:p>
    <w:p w14:paraId="21D7C8FF" w14:textId="77777777" w:rsidR="00923D7D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14:paraId="1F3620A0" w14:textId="77777777" w:rsidTr="00203295">
        <w:trPr>
          <w:trHeight w:val="675"/>
        </w:trPr>
        <w:tc>
          <w:tcPr>
            <w:tcW w:w="9670" w:type="dxa"/>
          </w:tcPr>
          <w:p w14:paraId="6E46A3F1" w14:textId="77777777" w:rsidR="003516C4" w:rsidRDefault="00203295" w:rsidP="002032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Systematyczny udział w zajęciach.</w:t>
            </w:r>
          </w:p>
          <w:p w14:paraId="270C556E" w14:textId="77777777" w:rsidR="0085747A" w:rsidRPr="00203295" w:rsidRDefault="003516C4" w:rsidP="002032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kolokwium i egzaminie. </w:t>
            </w:r>
            <w:r w:rsidR="00203295">
              <w:rPr>
                <w:rFonts w:ascii="Corbel" w:hAnsi="Corbel"/>
                <w:sz w:val="24"/>
                <w:szCs w:val="24"/>
              </w:rPr>
              <w:br/>
            </w:r>
            <w:r w:rsidR="00203295">
              <w:rPr>
                <w:rFonts w:ascii="Corbel" w:hAnsi="Corbel"/>
                <w:sz w:val="24"/>
                <w:szCs w:val="24"/>
              </w:rPr>
              <w:lastRenderedPageBreak/>
              <w:t>Z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apoznanie się z wybraną literaturą przedmiotu z załączonego indeksu.</w:t>
            </w:r>
          </w:p>
        </w:tc>
      </w:tr>
    </w:tbl>
    <w:p w14:paraId="7A8E4E6C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637D32" w14:textId="77777777" w:rsidR="006445C9" w:rsidRDefault="006445C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3C6B9A9" w14:textId="77777777" w:rsidR="009F4610" w:rsidRPr="004D6E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5. </w:t>
      </w:r>
      <w:r w:rsidR="00C61DC5" w:rsidRPr="004D6E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CD61B6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D6E44" w14:paraId="1C4CD55B" w14:textId="77777777" w:rsidTr="003E1941">
        <w:tc>
          <w:tcPr>
            <w:tcW w:w="4962" w:type="dxa"/>
            <w:vAlign w:val="center"/>
          </w:tcPr>
          <w:p w14:paraId="172A4A60" w14:textId="77777777"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7414C0" w14:textId="77777777"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D6E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D6E44" w14:paraId="2C4D1F06" w14:textId="77777777" w:rsidTr="00923D7D">
        <w:tc>
          <w:tcPr>
            <w:tcW w:w="4962" w:type="dxa"/>
          </w:tcPr>
          <w:p w14:paraId="4AA1C219" w14:textId="77777777" w:rsidR="0085747A" w:rsidRPr="004D6E4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G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D6E4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D6E4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4D6E44">
              <w:rPr>
                <w:rFonts w:ascii="Corbel" w:hAnsi="Corbel"/>
                <w:sz w:val="24"/>
                <w:szCs w:val="24"/>
              </w:rPr>
              <w:t> 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AA02235" w14:textId="77777777"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                             30</w:t>
            </w:r>
          </w:p>
        </w:tc>
      </w:tr>
      <w:tr w:rsidR="00C61DC5" w:rsidRPr="004D6E44" w14:paraId="2B581A68" w14:textId="77777777" w:rsidTr="00923D7D">
        <w:tc>
          <w:tcPr>
            <w:tcW w:w="4962" w:type="dxa"/>
          </w:tcPr>
          <w:p w14:paraId="25AC05DE" w14:textId="77777777"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369E393" w14:textId="5E3FD8C6"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(u</w:t>
            </w:r>
            <w:r w:rsidR="00203295">
              <w:rPr>
                <w:rFonts w:ascii="Corbel" w:hAnsi="Corbel"/>
                <w:sz w:val="24"/>
                <w:szCs w:val="24"/>
              </w:rPr>
              <w:t xml:space="preserve">dział w </w:t>
            </w:r>
            <w:proofErr w:type="spellStart"/>
            <w:r w:rsidR="00203295">
              <w:rPr>
                <w:rFonts w:ascii="Corbel" w:hAnsi="Corbel"/>
                <w:sz w:val="24"/>
                <w:szCs w:val="24"/>
              </w:rPr>
              <w:t>konsultacjach</w:t>
            </w:r>
            <w:r w:rsidR="00452FF5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="00452FF5">
              <w:rPr>
                <w:rFonts w:ascii="Corbel" w:hAnsi="Corbel"/>
                <w:sz w:val="24"/>
                <w:szCs w:val="24"/>
              </w:rPr>
              <w:t xml:space="preserve"> w egzaminie</w:t>
            </w:r>
            <w:r w:rsidRPr="004D6E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4C54A6" w14:textId="2BF51977" w:rsidR="00C61DC5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9F0922">
              <w:rPr>
                <w:rFonts w:ascii="Corbel" w:hAnsi="Corbel"/>
                <w:sz w:val="24"/>
                <w:szCs w:val="24"/>
              </w:rPr>
              <w:t xml:space="preserve">                               10</w:t>
            </w:r>
          </w:p>
        </w:tc>
      </w:tr>
      <w:tr w:rsidR="00C61DC5" w:rsidRPr="004D6E44" w14:paraId="6EC0E99A" w14:textId="77777777" w:rsidTr="00923D7D">
        <w:tc>
          <w:tcPr>
            <w:tcW w:w="4962" w:type="dxa"/>
          </w:tcPr>
          <w:p w14:paraId="2FA1A7CE" w14:textId="147A5A2A" w:rsidR="00C61DC5" w:rsidRDefault="00C61DC5" w:rsidP="00452F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0801F5B" w14:textId="77777777" w:rsidR="00452FF5" w:rsidRDefault="00452FF5" w:rsidP="00452F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526C014A" w14:textId="77777777" w:rsidR="00452FF5" w:rsidRDefault="00452FF5" w:rsidP="00452F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6DF9C0CD" w14:textId="34E1AE69" w:rsidR="00452FF5" w:rsidRPr="004D6E44" w:rsidRDefault="00452FF5" w:rsidP="00452F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</w:tcPr>
          <w:p w14:paraId="277C88F4" w14:textId="77777777" w:rsidR="00C61DC5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</w:t>
            </w:r>
            <w:r w:rsidR="00452FF5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</w:p>
          <w:p w14:paraId="6F9EC5D0" w14:textId="77777777" w:rsidR="00452FF5" w:rsidRDefault="00452F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17C036" w14:textId="77777777" w:rsidR="00452FF5" w:rsidRDefault="00452FF5" w:rsidP="00452F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2ABA5D9B" w14:textId="4C8D9266" w:rsidR="00452FF5" w:rsidRDefault="009F0922" w:rsidP="00452F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bookmarkStart w:id="0" w:name="_GoBack"/>
            <w:bookmarkEnd w:id="0"/>
          </w:p>
          <w:p w14:paraId="21665B15" w14:textId="6E68C935" w:rsidR="00452FF5" w:rsidRPr="004D6E44" w:rsidRDefault="009F0922" w:rsidP="00452F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4D6E44" w14:paraId="0983E001" w14:textId="77777777" w:rsidTr="00923D7D">
        <w:tc>
          <w:tcPr>
            <w:tcW w:w="4962" w:type="dxa"/>
          </w:tcPr>
          <w:p w14:paraId="79CEA2E4" w14:textId="4AA5DEA5"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4BFF0A" w14:textId="77777777"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                             77</w:t>
            </w:r>
          </w:p>
        </w:tc>
      </w:tr>
      <w:tr w:rsidR="0085747A" w:rsidRPr="004D6E44" w14:paraId="0173A4EB" w14:textId="77777777" w:rsidTr="00923D7D">
        <w:tc>
          <w:tcPr>
            <w:tcW w:w="4962" w:type="dxa"/>
          </w:tcPr>
          <w:p w14:paraId="233530C6" w14:textId="77777777"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9CEE6D" w14:textId="77777777"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                              3</w:t>
            </w:r>
          </w:p>
        </w:tc>
      </w:tr>
    </w:tbl>
    <w:p w14:paraId="4C8A6C44" w14:textId="77777777" w:rsidR="0085747A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D6E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D6E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683C93" w14:textId="77777777" w:rsidR="003E1941" w:rsidRPr="004D6E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E8D0D5" w14:textId="77777777" w:rsidR="0085747A" w:rsidRPr="004D6E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6. </w:t>
      </w:r>
      <w:r w:rsidR="0085747A" w:rsidRPr="004D6E44">
        <w:rPr>
          <w:rFonts w:ascii="Corbel" w:hAnsi="Corbel"/>
          <w:smallCaps w:val="0"/>
          <w:szCs w:val="24"/>
        </w:rPr>
        <w:t>PRAKTYKI ZAWO</w:t>
      </w:r>
      <w:r w:rsidR="009C1331" w:rsidRPr="004D6E44">
        <w:rPr>
          <w:rFonts w:ascii="Corbel" w:hAnsi="Corbel"/>
          <w:smallCaps w:val="0"/>
          <w:szCs w:val="24"/>
        </w:rPr>
        <w:t>DOWE W RAMACH PRZEDMIOTU</w:t>
      </w:r>
    </w:p>
    <w:p w14:paraId="10A057EB" w14:textId="77777777"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D6E44" w14:paraId="3FC5ED12" w14:textId="77777777" w:rsidTr="0071620A">
        <w:trPr>
          <w:trHeight w:val="397"/>
        </w:trPr>
        <w:tc>
          <w:tcPr>
            <w:tcW w:w="3544" w:type="dxa"/>
          </w:tcPr>
          <w:p w14:paraId="7259925B" w14:textId="77777777"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150B1E7" w14:textId="77777777"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D6E44" w14:paraId="374E9A5E" w14:textId="77777777" w:rsidTr="0071620A">
        <w:trPr>
          <w:trHeight w:val="397"/>
        </w:trPr>
        <w:tc>
          <w:tcPr>
            <w:tcW w:w="3544" w:type="dxa"/>
          </w:tcPr>
          <w:p w14:paraId="272492A6" w14:textId="77777777"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1AAC3E" w14:textId="77777777"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D84EBCD" w14:textId="77777777" w:rsidR="003E1941" w:rsidRPr="004D6E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5707A4" w14:textId="77777777" w:rsidR="0085747A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7. </w:t>
      </w:r>
      <w:r w:rsidR="0085747A" w:rsidRPr="004D6E44">
        <w:rPr>
          <w:rFonts w:ascii="Corbel" w:hAnsi="Corbel"/>
          <w:smallCaps w:val="0"/>
          <w:szCs w:val="24"/>
        </w:rPr>
        <w:t>LITERATURA</w:t>
      </w:r>
      <w:r w:rsidRPr="004D6E44">
        <w:rPr>
          <w:rFonts w:ascii="Corbel" w:hAnsi="Corbel"/>
          <w:smallCaps w:val="0"/>
          <w:szCs w:val="24"/>
        </w:rPr>
        <w:t xml:space="preserve"> </w:t>
      </w:r>
    </w:p>
    <w:p w14:paraId="58CCF532" w14:textId="77777777" w:rsidR="00675843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D6E44" w14:paraId="6AA134F8" w14:textId="77777777" w:rsidTr="0071620A">
        <w:trPr>
          <w:trHeight w:val="397"/>
        </w:trPr>
        <w:tc>
          <w:tcPr>
            <w:tcW w:w="7513" w:type="dxa"/>
          </w:tcPr>
          <w:p w14:paraId="49E7581B" w14:textId="77777777" w:rsidR="00020828" w:rsidRPr="004D6E44" w:rsidRDefault="0085747A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12E8386" w14:textId="77777777" w:rsidR="0085747A" w:rsidRDefault="004D6E44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L.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58B3" w:rsidRPr="008358B3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Wydawnictwo Naukowe SCHOLAR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2018.                                                                                                                                              De Barbaro B., Jakob G.,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Lieb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K., Berger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Trudne dialogi, rozmowy psychiatrów i psychoterapeutów z pacjentami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Urban &amp; Partner, Wrocław 2019.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Gmitrowicz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A., Janas-Kozik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Tribune, Warszawa 2018.                                                                                                                                                                                                Kiejn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a A.,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Małyszczak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K.,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  <w:r w:rsidR="004D49C4">
              <w:rPr>
                <w:rFonts w:ascii="Corbel" w:hAnsi="Corbel"/>
                <w:i/>
                <w:sz w:val="24"/>
                <w:szCs w:val="24"/>
              </w:rPr>
              <w:t xml:space="preserve">Psychiatria.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Podręcznik akademicki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Uniwersytet Medyczny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Wrocław 2016.                                                                                                                                                                                        Komender J. Wolańczyk T.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Zaburzenia emocjonalne i behawioralne u dzieci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PZWL, Warszawa 2017.                                                                                                        Pasternak J., Perenc L.,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M.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Podstawy psychopatologii dla pedagogów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Wydawnictwo UR, Rzeszów 2017.                                                                                                                                       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    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Rosenhan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D.L., Walker E.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F.,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Seligma</w:t>
            </w:r>
            <w:r w:rsidR="004D49C4">
              <w:rPr>
                <w:rFonts w:ascii="Corbel" w:hAnsi="Corbel"/>
                <w:sz w:val="24"/>
                <w:szCs w:val="24"/>
              </w:rPr>
              <w:t>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M. E.</w:t>
            </w:r>
            <w:r w:rsidRPr="004D6E44">
              <w:rPr>
                <w:rFonts w:ascii="Corbel" w:hAnsi="Corbel"/>
                <w:sz w:val="24"/>
                <w:szCs w:val="24"/>
              </w:rPr>
              <w:t>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Zysk I Ska, Poznań, 2017.                                                                                                                       Szulc A., Gałecki 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Psychiatria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Urban &amp; Partner, Wrocław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2018.</w:t>
            </w:r>
          </w:p>
          <w:p w14:paraId="7FE531D8" w14:textId="761B5A52" w:rsidR="00452FF5" w:rsidRPr="00452FF5" w:rsidRDefault="00452FF5" w:rsidP="00452F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2FF5">
              <w:rPr>
                <w:rFonts w:ascii="Corbel" w:hAnsi="Corbel"/>
                <w:sz w:val="24"/>
                <w:szCs w:val="24"/>
              </w:rPr>
              <w:lastRenderedPageBreak/>
              <w:t xml:space="preserve">Ochojska D., Pasternak J. Postawy rodzicielskie w percepcji studentów z ADHD. Wychowanie w </w:t>
            </w:r>
            <w:r>
              <w:rPr>
                <w:rFonts w:ascii="Corbel" w:hAnsi="Corbel"/>
                <w:sz w:val="24"/>
                <w:szCs w:val="24"/>
              </w:rPr>
              <w:t>Rodzinie, XX, 1/2019, s.181-194</w:t>
            </w:r>
          </w:p>
          <w:p w14:paraId="6629320E" w14:textId="45720479" w:rsidR="00452FF5" w:rsidRPr="00452FF5" w:rsidRDefault="00452FF5" w:rsidP="00452F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2FF5">
              <w:rPr>
                <w:rFonts w:ascii="Corbel" w:hAnsi="Corbel"/>
                <w:sz w:val="24"/>
                <w:szCs w:val="24"/>
              </w:rPr>
              <w:t xml:space="preserve">Ochojska D. Pasternak J. Błędy diagnostyczne w zaburzeniach ze spektrum autyzmu i ich konsekwencje – opisy przypadków.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Psychiatr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Pol. ONLINE FIRST Nr 204: 1–13</w:t>
            </w:r>
          </w:p>
          <w:p w14:paraId="1AD167F7" w14:textId="3F5B48F2" w:rsidR="00452FF5" w:rsidRPr="00452FF5" w:rsidRDefault="00452FF5" w:rsidP="00452F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2FF5">
              <w:rPr>
                <w:rFonts w:ascii="Corbel" w:hAnsi="Corbel"/>
                <w:sz w:val="24"/>
                <w:szCs w:val="24"/>
              </w:rPr>
              <w:t xml:space="preserve">Lenart A. Pasternak J.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Resources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Problems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Challenges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Autism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Spectrum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Disorder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Diagnosis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Support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Sy</w:t>
            </w:r>
            <w:r>
              <w:rPr>
                <w:rFonts w:ascii="Corbel" w:hAnsi="Corbel"/>
                <w:sz w:val="24"/>
                <w:szCs w:val="24"/>
              </w:rPr>
              <w:t>stem in Poland.  Vol.:(0456789)</w:t>
            </w:r>
          </w:p>
          <w:p w14:paraId="5D97FEDD" w14:textId="4477FD2A" w:rsidR="00452FF5" w:rsidRPr="00452FF5" w:rsidRDefault="00452FF5" w:rsidP="00452F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Journal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Autism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Developmental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52FF5">
              <w:rPr>
                <w:rFonts w:ascii="Corbel" w:hAnsi="Corbel"/>
                <w:sz w:val="24"/>
                <w:szCs w:val="24"/>
              </w:rPr>
              <w:t>Disorders</w:t>
            </w:r>
            <w:proofErr w:type="spellEnd"/>
            <w:r w:rsidRPr="00452FF5">
              <w:rPr>
                <w:rFonts w:ascii="Corbel" w:hAnsi="Corbel"/>
                <w:sz w:val="24"/>
                <w:szCs w:val="24"/>
              </w:rPr>
              <w:t>, Onlin</w:t>
            </w:r>
            <w:r>
              <w:rPr>
                <w:rFonts w:ascii="Corbel" w:hAnsi="Corbel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first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1-13, 3rd August, 2021</w:t>
            </w:r>
          </w:p>
          <w:p w14:paraId="4B2BCE96" w14:textId="2B195534" w:rsidR="00452FF5" w:rsidRPr="004D6E44" w:rsidRDefault="00452FF5" w:rsidP="00452F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2FF5">
              <w:rPr>
                <w:rFonts w:ascii="Corbel" w:hAnsi="Corbel"/>
                <w:sz w:val="24"/>
                <w:szCs w:val="24"/>
              </w:rPr>
              <w:t>Ochojska D., Pasternak J. Zaburzenia osobowości u studentów a retrospektywna ocena postaw rodziców – Wychowanie w Rodzinie, 2017, tom XVI, s.191-211.</w:t>
            </w:r>
          </w:p>
        </w:tc>
      </w:tr>
      <w:tr w:rsidR="0085747A" w:rsidRPr="004D6E44" w14:paraId="08C8F40F" w14:textId="77777777" w:rsidTr="0071620A">
        <w:trPr>
          <w:trHeight w:val="397"/>
        </w:trPr>
        <w:tc>
          <w:tcPr>
            <w:tcW w:w="7513" w:type="dxa"/>
          </w:tcPr>
          <w:p w14:paraId="4579FE30" w14:textId="77777777" w:rsidR="00020828" w:rsidRPr="004D6E44" w:rsidRDefault="0085747A" w:rsidP="006445C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74194715" w14:textId="77777777" w:rsidR="0085747A" w:rsidRPr="004D6E44" w:rsidRDefault="004D49C4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GWP, Gdańsk 2009.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Meyer R.,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Psychopatologia. Jeden przypadek - wiele teorii</w:t>
            </w:r>
            <w:r>
              <w:rPr>
                <w:rFonts w:ascii="Corbel" w:hAnsi="Corbel"/>
                <w:sz w:val="24"/>
                <w:szCs w:val="24"/>
              </w:rPr>
              <w:t>, GWP,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Gdańsk 2003.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</w:t>
            </w:r>
            <w:r w:rsid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>Namysłowska I.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bCs/>
                <w:i/>
                <w:sz w:val="24"/>
                <w:szCs w:val="24"/>
              </w:rPr>
              <w:t>Psychiatria dzieci i młodzieży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PZWL, Warszawa 2015.                                                </w:t>
            </w:r>
            <w:proofErr w:type="spellStart"/>
            <w:r w:rsidR="004D6E44" w:rsidRPr="004D6E44">
              <w:rPr>
                <w:rFonts w:ascii="Corbel" w:hAnsi="Corbel"/>
                <w:sz w:val="24"/>
                <w:szCs w:val="24"/>
              </w:rPr>
              <w:t>Rybakowski</w:t>
            </w:r>
            <w:proofErr w:type="spellEnd"/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F.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Depresje u osób młodych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Education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, Warszawa 2018.                                                                                                                                          Stirling J.S.,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Hellewell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J.S.E.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GWP, Gdańsk  2005.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204787A4" w14:textId="77777777" w:rsidR="0085747A" w:rsidRPr="004D6E44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2B6E26" w14:textId="77777777"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2DA4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D6E44">
        <w:rPr>
          <w:rFonts w:ascii="Corbel" w:hAnsi="Corbel"/>
          <w:b w:val="0"/>
          <w:smallCaps w:val="0"/>
          <w:szCs w:val="24"/>
        </w:rPr>
        <w:t>Akceptacja Kierownika Jedn</w:t>
      </w:r>
      <w:r w:rsidRPr="009C54AE">
        <w:rPr>
          <w:rFonts w:ascii="Corbel" w:hAnsi="Corbel"/>
          <w:b w:val="0"/>
          <w:smallCaps w:val="0"/>
          <w:szCs w:val="24"/>
        </w:rPr>
        <w:t>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DAB9E6" w14:textId="77777777" w:rsidR="00900FEB" w:rsidRDefault="00900FEB" w:rsidP="00C16ABF">
      <w:pPr>
        <w:spacing w:after="0" w:line="240" w:lineRule="auto"/>
      </w:pPr>
      <w:r>
        <w:separator/>
      </w:r>
    </w:p>
  </w:endnote>
  <w:endnote w:type="continuationSeparator" w:id="0">
    <w:p w14:paraId="13245391" w14:textId="77777777" w:rsidR="00900FEB" w:rsidRDefault="00900F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8FE02" w14:textId="77777777" w:rsidR="00900FEB" w:rsidRDefault="00900FEB" w:rsidP="00C16ABF">
      <w:pPr>
        <w:spacing w:after="0" w:line="240" w:lineRule="auto"/>
      </w:pPr>
      <w:r>
        <w:separator/>
      </w:r>
    </w:p>
  </w:footnote>
  <w:footnote w:type="continuationSeparator" w:id="0">
    <w:p w14:paraId="6296F7FF" w14:textId="77777777" w:rsidR="00900FEB" w:rsidRDefault="00900FEB" w:rsidP="00C16ABF">
      <w:pPr>
        <w:spacing w:after="0" w:line="240" w:lineRule="auto"/>
      </w:pPr>
      <w:r>
        <w:continuationSeparator/>
      </w:r>
    </w:p>
  </w:footnote>
  <w:footnote w:id="1">
    <w:p w14:paraId="74DB83D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755"/>
    <w:rsid w:val="000F1C57"/>
    <w:rsid w:val="000F5615"/>
    <w:rsid w:val="00124BFF"/>
    <w:rsid w:val="0012560E"/>
    <w:rsid w:val="00127108"/>
    <w:rsid w:val="00134B13"/>
    <w:rsid w:val="00137AE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3295"/>
    <w:rsid w:val="002144C0"/>
    <w:rsid w:val="00221CA9"/>
    <w:rsid w:val="0022477D"/>
    <w:rsid w:val="002278A9"/>
    <w:rsid w:val="002336F9"/>
    <w:rsid w:val="0024028F"/>
    <w:rsid w:val="00244ABC"/>
    <w:rsid w:val="002455D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778"/>
    <w:rsid w:val="003343CF"/>
    <w:rsid w:val="00346FE9"/>
    <w:rsid w:val="0034759A"/>
    <w:rsid w:val="003503F6"/>
    <w:rsid w:val="003516C4"/>
    <w:rsid w:val="003530DD"/>
    <w:rsid w:val="00363F78"/>
    <w:rsid w:val="00367A6C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14E3C"/>
    <w:rsid w:val="00416DE5"/>
    <w:rsid w:val="0042244A"/>
    <w:rsid w:val="0042745A"/>
    <w:rsid w:val="00431D5C"/>
    <w:rsid w:val="004362C6"/>
    <w:rsid w:val="00437FA2"/>
    <w:rsid w:val="00445970"/>
    <w:rsid w:val="00452FF5"/>
    <w:rsid w:val="0045729E"/>
    <w:rsid w:val="00461EFC"/>
    <w:rsid w:val="004652C2"/>
    <w:rsid w:val="004706D1"/>
    <w:rsid w:val="00471326"/>
    <w:rsid w:val="0047598D"/>
    <w:rsid w:val="00483DFB"/>
    <w:rsid w:val="004840FD"/>
    <w:rsid w:val="00490F7D"/>
    <w:rsid w:val="00491678"/>
    <w:rsid w:val="004968E2"/>
    <w:rsid w:val="004A0DAE"/>
    <w:rsid w:val="004A3EEA"/>
    <w:rsid w:val="004A4D1F"/>
    <w:rsid w:val="004D49C4"/>
    <w:rsid w:val="004D5282"/>
    <w:rsid w:val="004D6E44"/>
    <w:rsid w:val="004F1551"/>
    <w:rsid w:val="004F55A3"/>
    <w:rsid w:val="004F5605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5C9"/>
    <w:rsid w:val="00647FA8"/>
    <w:rsid w:val="00650C5F"/>
    <w:rsid w:val="00654934"/>
    <w:rsid w:val="006620D9"/>
    <w:rsid w:val="0066439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4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0BF"/>
    <w:rsid w:val="00763BF1"/>
    <w:rsid w:val="00766FD4"/>
    <w:rsid w:val="0078168C"/>
    <w:rsid w:val="00787C2A"/>
    <w:rsid w:val="00790E27"/>
    <w:rsid w:val="007A4022"/>
    <w:rsid w:val="007A6E6E"/>
    <w:rsid w:val="007C05DB"/>
    <w:rsid w:val="007C3299"/>
    <w:rsid w:val="007C3BCC"/>
    <w:rsid w:val="007C4546"/>
    <w:rsid w:val="007D6E56"/>
    <w:rsid w:val="007F1652"/>
    <w:rsid w:val="007F4155"/>
    <w:rsid w:val="0081554D"/>
    <w:rsid w:val="0081707E"/>
    <w:rsid w:val="008358B3"/>
    <w:rsid w:val="008449B3"/>
    <w:rsid w:val="0085747A"/>
    <w:rsid w:val="008819E4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FEB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3C6A"/>
    <w:rsid w:val="009F092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D0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48C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52B2"/>
    <w:rsid w:val="00D608D1"/>
    <w:rsid w:val="00D74119"/>
    <w:rsid w:val="00D74A9F"/>
    <w:rsid w:val="00D8075B"/>
    <w:rsid w:val="00D8678B"/>
    <w:rsid w:val="00DA2114"/>
    <w:rsid w:val="00DE09C0"/>
    <w:rsid w:val="00DE4A14"/>
    <w:rsid w:val="00DF320D"/>
    <w:rsid w:val="00DF71C8"/>
    <w:rsid w:val="00DF7DD1"/>
    <w:rsid w:val="00E129B8"/>
    <w:rsid w:val="00E21E7D"/>
    <w:rsid w:val="00E22FBC"/>
    <w:rsid w:val="00E24BF5"/>
    <w:rsid w:val="00E25338"/>
    <w:rsid w:val="00E32876"/>
    <w:rsid w:val="00E51E44"/>
    <w:rsid w:val="00E63348"/>
    <w:rsid w:val="00E70D6C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66C"/>
    <w:rsid w:val="00EF58B1"/>
    <w:rsid w:val="00F070AB"/>
    <w:rsid w:val="00F125D1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278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5E7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D4F30-E8DB-4401-B50E-6E8A20E15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1413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4</cp:revision>
  <cp:lastPrinted>2019-02-06T12:12:00Z</cp:lastPrinted>
  <dcterms:created xsi:type="dcterms:W3CDTF">2022-03-31T13:28:00Z</dcterms:created>
  <dcterms:modified xsi:type="dcterms:W3CDTF">2022-06-22T15:25:00Z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